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F82CBE" w:rsidRDefault="00B53011" w:rsidP="00F82CBE">
      <w:pPr>
        <w:pStyle w:val="NoSpacing"/>
      </w:pPr>
      <w:r w:rsidRPr="00F82CBE">
        <w:br/>
      </w:r>
    </w:p>
    <w:p w14:paraId="7DBCF3E9" w14:textId="77777777" w:rsidR="00B53011" w:rsidRPr="00F82CBE" w:rsidRDefault="00B53011" w:rsidP="00F82CBE">
      <w:pPr>
        <w:pStyle w:val="NoSpacing"/>
      </w:pPr>
    </w:p>
    <w:p w14:paraId="3064541F" w14:textId="77777777" w:rsidR="00F82CBE" w:rsidRDefault="00F82CBE" w:rsidP="00F82CBE">
      <w:pPr>
        <w:pStyle w:val="NoSpacing"/>
      </w:pPr>
    </w:p>
    <w:p w14:paraId="1D0A9C83" w14:textId="77777777" w:rsidR="00F82CBE" w:rsidRPr="00F82CBE" w:rsidRDefault="00F82CBE" w:rsidP="00F82CBE">
      <w:pPr>
        <w:pStyle w:val="NoSpacing"/>
      </w:pPr>
    </w:p>
    <w:p w14:paraId="5FC9917E" w14:textId="77777777" w:rsidR="00F82CBE" w:rsidRPr="00F82CBE" w:rsidRDefault="00F82CBE" w:rsidP="00F82CBE">
      <w:pPr>
        <w:pStyle w:val="NoSpacing"/>
        <w:rPr>
          <w:b/>
          <w:bCs/>
        </w:rPr>
      </w:pPr>
      <w:r w:rsidRPr="00F82CBE">
        <w:rPr>
          <w:b/>
          <w:bCs/>
        </w:rPr>
        <w:t>Bron</w:t>
      </w:r>
    </w:p>
    <w:p w14:paraId="0F13E13C" w14:textId="02E6605A" w:rsidR="00F82CBE" w:rsidRPr="00F82CBE" w:rsidRDefault="00F82CBE" w:rsidP="00F82CBE">
      <w:pPr>
        <w:pStyle w:val="NoSpacing"/>
      </w:pPr>
      <w:hyperlink r:id="rId7" w:history="1">
        <w:r w:rsidRPr="00F82CBE">
          <w:rPr>
            <w:rStyle w:val="Hyperlink"/>
            <w:szCs w:val="20"/>
          </w:rPr>
          <w:t>https://activiteitenbank.scouting.nl/component/k2/item/858-kleurseinen</w:t>
        </w:r>
      </w:hyperlink>
    </w:p>
    <w:p w14:paraId="71C2DEF6" w14:textId="77777777" w:rsidR="00F82CBE" w:rsidRPr="00F82CBE" w:rsidRDefault="00F82CBE" w:rsidP="00F82CBE">
      <w:pPr>
        <w:pStyle w:val="NoSpacing"/>
      </w:pPr>
    </w:p>
    <w:p w14:paraId="20A3F7F6" w14:textId="77777777" w:rsidR="00F82CBE" w:rsidRPr="00F82CBE" w:rsidRDefault="00F82CBE" w:rsidP="00F82CBE">
      <w:pPr>
        <w:pStyle w:val="NoSpacing"/>
        <w:rPr>
          <w:b/>
          <w:bCs/>
        </w:rPr>
      </w:pPr>
      <w:r w:rsidRPr="00F82CBE">
        <w:rPr>
          <w:b/>
          <w:bCs/>
        </w:rPr>
        <w:t>Activiteit</w:t>
      </w:r>
    </w:p>
    <w:p w14:paraId="402BC27E" w14:textId="77777777" w:rsidR="00F82CBE" w:rsidRDefault="00F82CBE" w:rsidP="00F82CBE">
      <w:pPr>
        <w:pStyle w:val="NoSpacing"/>
        <w:rPr>
          <w:rFonts w:cs="Arial"/>
          <w:color w:val="222222"/>
        </w:rPr>
      </w:pPr>
      <w:r w:rsidRPr="00F82CBE">
        <w:rPr>
          <w:rFonts w:cs="Arial"/>
          <w:color w:val="222222"/>
        </w:rPr>
        <w:t>Stanley heeft een idee: praten over een grote afstand zonder te schreeuwen en zonder mobieltje, hoe doe je dat? Een bever staat tegenover de andere bevers. Hij heeft in elke hand een kaart. Op die kaart staat aan elke kant een kleur. Zo heeft hij vier kleuren.</w:t>
      </w:r>
    </w:p>
    <w:p w14:paraId="0EE07D5C" w14:textId="77777777" w:rsidR="00F82CBE" w:rsidRPr="00F82CBE" w:rsidRDefault="00F82CBE" w:rsidP="00F82CBE">
      <w:pPr>
        <w:pStyle w:val="NoSpacing"/>
        <w:rPr>
          <w:rFonts w:cs="Arial"/>
          <w:color w:val="222222"/>
        </w:rPr>
      </w:pPr>
    </w:p>
    <w:p w14:paraId="69D13E9A" w14:textId="77777777" w:rsidR="00F82CBE" w:rsidRDefault="00F82CBE" w:rsidP="00F82CBE">
      <w:pPr>
        <w:pStyle w:val="NoSpacing"/>
        <w:rPr>
          <w:rFonts w:cs="Arial"/>
          <w:color w:val="222222"/>
        </w:rPr>
      </w:pPr>
      <w:r w:rsidRPr="00F82CBE">
        <w:rPr>
          <w:rFonts w:cs="Arial"/>
          <w:color w:val="222222"/>
        </w:rPr>
        <w:t>Elke kleur heeft een eigen betekenis: (een stap) vooruit, achteruit, naar links, naar rechts. De bever houdt telkens een kaart duidelijk zichtbaar omhoog. De andere bevers doen wat over de kleur van de kaart is afgesproken. De bewegingen worden gedaan zoals de andere bevers de kleuren zien. Dus naar rechts is voor hen naar rechts. Voor de bever met de kaarten gaan de andere bevers dan naar links. Dat kan verwarrend zijn. Je kunt dat oplossen door de bever met de kaarten (even) met zijn rug naar de andere bevers te laten staan.</w:t>
      </w:r>
    </w:p>
    <w:p w14:paraId="2C13DDE4" w14:textId="77777777" w:rsidR="00F82CBE" w:rsidRPr="00F82CBE" w:rsidRDefault="00F82CBE" w:rsidP="00F82CBE">
      <w:pPr>
        <w:pStyle w:val="NoSpacing"/>
        <w:rPr>
          <w:rFonts w:cs="Arial"/>
          <w:color w:val="222222"/>
        </w:rPr>
      </w:pPr>
    </w:p>
    <w:p w14:paraId="1B5B8A31" w14:textId="77777777" w:rsidR="00F82CBE" w:rsidRPr="00F82CBE" w:rsidRDefault="00F82CBE" w:rsidP="00F82CBE">
      <w:pPr>
        <w:pStyle w:val="NoSpacing"/>
        <w:rPr>
          <w:rFonts w:cs="Arial"/>
          <w:color w:val="222222"/>
        </w:rPr>
      </w:pPr>
      <w:r w:rsidRPr="00F82CBE">
        <w:rPr>
          <w:rFonts w:cs="Arial"/>
          <w:color w:val="222222"/>
        </w:rPr>
        <w:t>Oefen eerst bij welke kleur je wat moet doen. En noem de kleur zeker in het begin. Houd indien nodig rekening met kleurblinde/kleurzwakke bevers (rood en groen). De kleuren zouden ook de betekenis van verschillende dierengeluiden kunnen hebben. Of bewegingen zoals op een been staan, zitten, springen, als een kikker zitten. Je hebt dan geen last van een verwarrende richting.</w:t>
      </w:r>
    </w:p>
    <w:p w14:paraId="4CFA6C29" w14:textId="77777777" w:rsidR="00F82CBE" w:rsidRDefault="00F82CBE" w:rsidP="00F82CBE">
      <w:pPr>
        <w:pStyle w:val="NoSpacing"/>
      </w:pPr>
    </w:p>
    <w:p w14:paraId="386BB9A0" w14:textId="77777777" w:rsidR="00F82CBE" w:rsidRDefault="00F82CBE" w:rsidP="00F82CBE">
      <w:pPr>
        <w:pStyle w:val="NoSpacing"/>
      </w:pPr>
      <w:r>
        <w:rPr>
          <w:b/>
          <w:bCs/>
        </w:rPr>
        <w:t>Benodigdheden</w:t>
      </w:r>
    </w:p>
    <w:p w14:paraId="0486227D" w14:textId="77777777" w:rsidR="00F82CBE" w:rsidRDefault="00F82CBE" w:rsidP="00F82CBE">
      <w:pPr>
        <w:pStyle w:val="NoSpacing"/>
        <w:numPr>
          <w:ilvl w:val="0"/>
          <w:numId w:val="1"/>
        </w:numPr>
      </w:pPr>
      <w:r>
        <w:t>4 kleuren karton</w:t>
      </w:r>
    </w:p>
    <w:p w14:paraId="12EC9163" w14:textId="77777777" w:rsidR="00F82CBE" w:rsidRDefault="00F82CBE" w:rsidP="00F82CBE">
      <w:pPr>
        <w:pStyle w:val="NoSpacing"/>
        <w:numPr>
          <w:ilvl w:val="0"/>
          <w:numId w:val="1"/>
        </w:numPr>
      </w:pPr>
      <w:r>
        <w:t>Schaar</w:t>
      </w:r>
    </w:p>
    <w:p w14:paraId="7C639F6D" w14:textId="77777777" w:rsidR="00F82CBE" w:rsidRDefault="00F82CBE" w:rsidP="00F82CBE">
      <w:pPr>
        <w:pStyle w:val="NoSpacing"/>
        <w:numPr>
          <w:ilvl w:val="0"/>
          <w:numId w:val="1"/>
        </w:numPr>
      </w:pPr>
      <w:r>
        <w:t>Lijm</w:t>
      </w:r>
    </w:p>
    <w:p w14:paraId="289050B0" w14:textId="77777777" w:rsidR="00F82CBE" w:rsidRDefault="00F82CBE" w:rsidP="00F82CBE">
      <w:pPr>
        <w:pStyle w:val="NoSpacing"/>
      </w:pPr>
    </w:p>
    <w:p w14:paraId="2DDA03A1" w14:textId="77777777" w:rsidR="00F82CBE" w:rsidRDefault="00F82CBE" w:rsidP="00F82CBE">
      <w:pPr>
        <w:pStyle w:val="NoSpacing"/>
      </w:pPr>
      <w:r>
        <w:rPr>
          <w:b/>
          <w:bCs/>
        </w:rPr>
        <w:t>Activiteitengebieden</w:t>
      </w:r>
    </w:p>
    <w:p w14:paraId="1F9FD1BC" w14:textId="7BE0A2C9" w:rsidR="005E31B0" w:rsidRPr="00F82CBE" w:rsidRDefault="00F82CBE" w:rsidP="00F82CBE">
      <w:pPr>
        <w:pStyle w:val="NoSpacing"/>
        <w:numPr>
          <w:ilvl w:val="0"/>
          <w:numId w:val="1"/>
        </w:numPr>
      </w:pPr>
      <w:r>
        <w:t>Uitdagende Scouting Technieken</w:t>
      </w:r>
    </w:p>
    <w:sectPr w:rsidR="005E31B0" w:rsidRPr="00F82CBE" w:rsidSect="0099043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4CF228" w14:textId="77777777" w:rsidR="00247B83" w:rsidRDefault="00247B83" w:rsidP="00B53011">
      <w:pPr>
        <w:spacing w:after="0" w:line="240" w:lineRule="auto"/>
      </w:pPr>
      <w:r>
        <w:separator/>
      </w:r>
    </w:p>
  </w:endnote>
  <w:endnote w:type="continuationSeparator" w:id="0">
    <w:p w14:paraId="4C313B82" w14:textId="77777777" w:rsidR="00247B83" w:rsidRDefault="00247B83"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BDA3C6" w14:textId="77777777" w:rsidR="00247B83" w:rsidRDefault="00247B83" w:rsidP="00B53011">
      <w:pPr>
        <w:spacing w:after="0" w:line="240" w:lineRule="auto"/>
      </w:pPr>
      <w:r>
        <w:separator/>
      </w:r>
    </w:p>
  </w:footnote>
  <w:footnote w:type="continuationSeparator" w:id="0">
    <w:p w14:paraId="50F90CE1" w14:textId="77777777" w:rsidR="00247B83" w:rsidRDefault="00247B83"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45F122D8"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82CBE">
      <w:rPr>
        <w:color w:val="FFFFFF" w:themeColor="background1"/>
      </w:rPr>
      <w:t>Activiteitenbank</w:t>
    </w:r>
  </w:p>
  <w:p w14:paraId="4E318142" w14:textId="52D5B874" w:rsidR="00B53011" w:rsidRPr="008B23FF" w:rsidRDefault="00F82CBE" w:rsidP="00B53011">
    <w:pPr>
      <w:pStyle w:val="Title"/>
      <w:rPr>
        <w:color w:val="FFFFFF" w:themeColor="background1"/>
      </w:rPr>
    </w:pPr>
    <w:r>
      <w:rPr>
        <w:color w:val="FFFFFF" w:themeColor="background1"/>
      </w:rPr>
      <w:t>Kleurseinen</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A038A"/>
    <w:multiLevelType w:val="hybridMultilevel"/>
    <w:tmpl w:val="FABEF5B6"/>
    <w:lvl w:ilvl="0" w:tplc="0F765F8C">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66648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68AA"/>
    <w:rsid w:val="00247B83"/>
    <w:rsid w:val="00302AD2"/>
    <w:rsid w:val="004F1D93"/>
    <w:rsid w:val="005153E6"/>
    <w:rsid w:val="005837D4"/>
    <w:rsid w:val="005E31B0"/>
    <w:rsid w:val="00656311"/>
    <w:rsid w:val="006836B0"/>
    <w:rsid w:val="006D1E8C"/>
    <w:rsid w:val="00790541"/>
    <w:rsid w:val="00835635"/>
    <w:rsid w:val="008C55CA"/>
    <w:rsid w:val="008D301C"/>
    <w:rsid w:val="00937179"/>
    <w:rsid w:val="009839E5"/>
    <w:rsid w:val="00990432"/>
    <w:rsid w:val="00A05471"/>
    <w:rsid w:val="00A15E9C"/>
    <w:rsid w:val="00B4624E"/>
    <w:rsid w:val="00B53011"/>
    <w:rsid w:val="00C12077"/>
    <w:rsid w:val="00CC37B9"/>
    <w:rsid w:val="00E0152E"/>
    <w:rsid w:val="00EF4AA1"/>
    <w:rsid w:val="00F236FC"/>
    <w:rsid w:val="00F82CBE"/>
    <w:rsid w:val="00F84E85"/>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F82CBE"/>
    <w:rPr>
      <w:color w:val="467886" w:themeColor="hyperlink"/>
      <w:u w:val="single"/>
    </w:rPr>
  </w:style>
  <w:style w:type="character" w:styleId="UnresolvedMention">
    <w:name w:val="Unresolved Mention"/>
    <w:basedOn w:val="DefaultParagraphFont"/>
    <w:uiPriority w:val="99"/>
    <w:semiHidden/>
    <w:unhideWhenUsed/>
    <w:rsid w:val="00F82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858-kleursein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216</Words>
  <Characters>1233</Characters>
  <Application>Microsoft Office Word</Application>
  <DocSecurity>0</DocSecurity>
  <Lines>10</Lines>
  <Paragraphs>2</Paragraphs>
  <ScaleCrop>false</ScaleCrop>
  <Company/>
  <LinksUpToDate>false</LinksUpToDate>
  <CharactersWithSpaces>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2025-09-04T12:22:00Z</cp:lastPrinted>
  <dcterms:created xsi:type="dcterms:W3CDTF">2025-09-03T09:06:00Z</dcterms:created>
  <dcterms:modified xsi:type="dcterms:W3CDTF">2025-09-04T12:22:00Z</dcterms:modified>
</cp:coreProperties>
</file>